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794DB" w14:textId="6F935673" w:rsidR="00144B90" w:rsidRPr="00A668E8" w:rsidRDefault="00412121" w:rsidP="00412121">
      <w:pPr>
        <w:pStyle w:val="Titre1"/>
        <w:numPr>
          <w:ilvl w:val="0"/>
          <w:numId w:val="0"/>
        </w:numPr>
        <w:spacing w:before="480" w:after="240"/>
        <w:rPr>
          <w:rFonts w:ascii="Helvetica 75 Bold" w:hAnsi="Helvetica 75 Bold"/>
          <w:b/>
          <w:bCs w:val="0"/>
          <w:noProof/>
          <w:color w:val="auto"/>
          <w:sz w:val="52"/>
          <w:szCs w:val="52"/>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A668E8">
        <w:rPr>
          <w:rFonts w:ascii="Helvetica 75 Bold" w:hAnsi="Helvetica 75 Bold"/>
          <w:b/>
          <w:bCs w:val="0"/>
          <w:noProof/>
          <w:color w:val="auto"/>
          <w:sz w:val="52"/>
          <w:szCs w:val="52"/>
        </w:rPr>
        <w:t>A</w:t>
      </w:r>
      <w:r w:rsidR="00144B90" w:rsidRPr="00A668E8">
        <w:rPr>
          <w:rFonts w:ascii="Helvetica 75 Bold" w:hAnsi="Helvetica 75 Bold"/>
          <w:b/>
          <w:bCs w:val="0"/>
          <w:noProof/>
          <w:color w:val="auto"/>
          <w:sz w:val="52"/>
          <w:szCs w:val="52"/>
        </w:rPr>
        <w:t xml:space="preserve">nnexe </w:t>
      </w:r>
      <w:r w:rsidR="004A0753" w:rsidRPr="00A668E8">
        <w:rPr>
          <w:rFonts w:ascii="Helvetica 75 Bold" w:hAnsi="Helvetica 75 Bold"/>
          <w:b/>
          <w:bCs w:val="0"/>
          <w:noProof/>
          <w:color w:val="auto"/>
          <w:sz w:val="52"/>
          <w:szCs w:val="52"/>
        </w:rPr>
        <w:t>5</w:t>
      </w:r>
      <w:r w:rsidR="00144B90" w:rsidRPr="00A668E8">
        <w:rPr>
          <w:rFonts w:ascii="Helvetica 75 Bold" w:hAnsi="Helvetica 75 Bold"/>
          <w:b/>
          <w:bCs w:val="0"/>
          <w:noProof/>
          <w:color w:val="auto"/>
          <w:sz w:val="52"/>
          <w:szCs w:val="52"/>
        </w:rPr>
        <w:t xml:space="preserve"> – Difficultés Exceptionnelles de Construction (DEC)</w:t>
      </w:r>
      <w:bookmarkEnd w:id="0"/>
    </w:p>
    <w:p w14:paraId="2CA794DC" w14:textId="77777777" w:rsidR="00144B90" w:rsidRPr="00412121" w:rsidRDefault="00144B90" w:rsidP="00412121">
      <w:pPr>
        <w:pStyle w:val="Texte"/>
        <w:spacing w:before="240" w:after="240"/>
        <w:rPr>
          <w:b/>
          <w:bCs/>
          <w:sz w:val="40"/>
          <w:szCs w:val="40"/>
        </w:rPr>
      </w:pPr>
      <w:r w:rsidRPr="00412121">
        <w:rPr>
          <w:b/>
          <w:bCs/>
          <w:sz w:val="40"/>
          <w:szCs w:val="40"/>
        </w:rPr>
        <w:t xml:space="preserve">Offre FTTE passif </w:t>
      </w:r>
      <w:r w:rsidR="00A62D7F" w:rsidRPr="00412121">
        <w:rPr>
          <w:b/>
          <w:bCs/>
          <w:sz w:val="40"/>
          <w:szCs w:val="40"/>
        </w:rPr>
        <w:t>PM</w:t>
      </w:r>
    </w:p>
    <w:p w14:paraId="02AB14A6" w14:textId="77777777" w:rsidR="00395E3A" w:rsidRDefault="00395E3A" w:rsidP="002A73E1">
      <w:pPr>
        <w:spacing w:before="120"/>
        <w:jc w:val="both"/>
        <w:rPr>
          <w:rFonts w:cs="Arial"/>
          <w:b/>
          <w:u w:val="single"/>
        </w:rPr>
      </w:pPr>
    </w:p>
    <w:p w14:paraId="2CA794DE" w14:textId="717DD040" w:rsidR="002A73E1" w:rsidRPr="00395E3A" w:rsidRDefault="002A73E1" w:rsidP="002A73E1">
      <w:pPr>
        <w:spacing w:before="120"/>
        <w:jc w:val="both"/>
        <w:rPr>
          <w:rFonts w:cs="Arial"/>
          <w:b/>
          <w:sz w:val="22"/>
          <w:szCs w:val="22"/>
          <w:u w:val="single"/>
        </w:rPr>
      </w:pPr>
      <w:r w:rsidRPr="00395E3A">
        <w:rPr>
          <w:rFonts w:cs="Arial"/>
          <w:b/>
          <w:sz w:val="22"/>
          <w:szCs w:val="22"/>
          <w:u w:val="single"/>
        </w:rPr>
        <w:t xml:space="preserve">Définitions des cas relevant du régime des </w:t>
      </w:r>
      <w:r w:rsidR="00824EF8" w:rsidRPr="00395E3A">
        <w:rPr>
          <w:rFonts w:cs="Arial"/>
          <w:b/>
          <w:sz w:val="22"/>
          <w:szCs w:val="22"/>
          <w:u w:val="single"/>
        </w:rPr>
        <w:t>D</w:t>
      </w:r>
      <w:r w:rsidRPr="00395E3A">
        <w:rPr>
          <w:rFonts w:cs="Arial"/>
          <w:b/>
          <w:sz w:val="22"/>
          <w:szCs w:val="22"/>
          <w:u w:val="single"/>
        </w:rPr>
        <w:t xml:space="preserve">ifficultés </w:t>
      </w:r>
      <w:r w:rsidR="00824EF8" w:rsidRPr="00395E3A">
        <w:rPr>
          <w:rFonts w:cs="Arial"/>
          <w:b/>
          <w:sz w:val="22"/>
          <w:szCs w:val="22"/>
          <w:u w:val="single"/>
        </w:rPr>
        <w:t>E</w:t>
      </w:r>
      <w:r w:rsidRPr="00395E3A">
        <w:rPr>
          <w:rFonts w:cs="Arial"/>
          <w:b/>
          <w:sz w:val="22"/>
          <w:szCs w:val="22"/>
          <w:u w:val="single"/>
        </w:rPr>
        <w:t xml:space="preserve">xceptionnelles de </w:t>
      </w:r>
      <w:r w:rsidR="00824EF8" w:rsidRPr="00395E3A">
        <w:rPr>
          <w:rFonts w:cs="Arial"/>
          <w:b/>
          <w:sz w:val="22"/>
          <w:szCs w:val="22"/>
          <w:u w:val="single"/>
        </w:rPr>
        <w:t>C</w:t>
      </w:r>
      <w:r w:rsidRPr="00395E3A">
        <w:rPr>
          <w:rFonts w:cs="Arial"/>
          <w:b/>
          <w:sz w:val="22"/>
          <w:szCs w:val="22"/>
          <w:u w:val="single"/>
        </w:rPr>
        <w:t>onstruction :</w:t>
      </w:r>
      <w:bookmarkEnd w:id="1"/>
      <w:bookmarkEnd w:id="2"/>
      <w:bookmarkEnd w:id="3"/>
    </w:p>
    <w:p w14:paraId="2CA794DF" w14:textId="77777777" w:rsidR="002A73E1" w:rsidRPr="00412121" w:rsidRDefault="002A73E1" w:rsidP="00F2178D">
      <w:pPr>
        <w:numPr>
          <w:ilvl w:val="0"/>
          <w:numId w:val="55"/>
        </w:numPr>
        <w:spacing w:before="120"/>
        <w:ind w:left="284" w:hanging="284"/>
        <w:jc w:val="both"/>
        <w:rPr>
          <w:rFonts w:cs="Arial"/>
          <w:u w:val="single"/>
        </w:rPr>
      </w:pPr>
      <w:r w:rsidRPr="00412121">
        <w:rPr>
          <w:rFonts w:cs="Arial"/>
        </w:rPr>
        <w:t>Absence de local pour abriter le Point de Terminaison</w:t>
      </w:r>
      <w:r w:rsidR="002562BC" w:rsidRPr="00412121">
        <w:rPr>
          <w:rFonts w:cs="Arial"/>
        </w:rPr>
        <w:t>.</w:t>
      </w:r>
    </w:p>
    <w:p w14:paraId="2CA794E0" w14:textId="77777777" w:rsidR="002A73E1" w:rsidRPr="00412121" w:rsidRDefault="002A73E1" w:rsidP="00F2178D">
      <w:pPr>
        <w:numPr>
          <w:ilvl w:val="0"/>
          <w:numId w:val="55"/>
        </w:numPr>
        <w:spacing w:before="120"/>
        <w:ind w:left="284" w:hanging="284"/>
        <w:jc w:val="both"/>
        <w:rPr>
          <w:rFonts w:cs="Arial"/>
        </w:rPr>
      </w:pPr>
      <w:r w:rsidRPr="00412121">
        <w:rPr>
          <w:rFonts w:cs="Arial"/>
        </w:rPr>
        <w:t>Existence de contraintes géographiques particulières :</w:t>
      </w:r>
    </w:p>
    <w:p w14:paraId="2CA794E1"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accès réglementé ou interdiction de passage</w:t>
      </w:r>
      <w:r w:rsidR="002562BC" w:rsidRPr="00412121">
        <w:rPr>
          <w:rFonts w:ascii="Helvetica 55 Roman" w:hAnsi="Helvetica 55 Roman" w:cs="Arial"/>
        </w:rPr>
        <w:t> ;</w:t>
      </w:r>
    </w:p>
    <w:p w14:paraId="2CA794E2"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site protégé (parcs naturels par exemple)</w:t>
      </w:r>
      <w:r w:rsidR="002562BC" w:rsidRPr="00412121">
        <w:rPr>
          <w:rFonts w:ascii="Helvetica 55 Roman" w:hAnsi="Helvetica 55 Roman" w:cs="Arial"/>
        </w:rPr>
        <w:t> ;</w:t>
      </w:r>
    </w:p>
    <w:p w14:paraId="2CA794E3" w14:textId="77777777" w:rsidR="00064928" w:rsidRPr="00412121" w:rsidRDefault="00064928"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site isolé</w:t>
      </w:r>
    </w:p>
    <w:p w14:paraId="2CA794E4" w14:textId="77777777" w:rsidR="00214B54" w:rsidRPr="00412121" w:rsidRDefault="00BF2B2E" w:rsidP="00214B54">
      <w:pPr>
        <w:numPr>
          <w:ilvl w:val="0"/>
          <w:numId w:val="74"/>
        </w:numPr>
        <w:spacing w:after="120"/>
        <w:jc w:val="both"/>
        <w:rPr>
          <w:rFonts w:cs="Arial"/>
          <w:bCs/>
          <w:szCs w:val="20"/>
        </w:rPr>
      </w:pPr>
      <w:r w:rsidRPr="00412121">
        <w:rPr>
          <w:rFonts w:cs="Helvetica55Roman"/>
        </w:rPr>
        <w:t>site qui ne fait pas partie d'un</w:t>
      </w:r>
      <w:r w:rsidR="0039057F" w:rsidRPr="00412121">
        <w:rPr>
          <w:rFonts w:cs="Helvetica55Roman"/>
        </w:rPr>
        <w:t>e zone d’activité</w:t>
      </w:r>
      <w:r w:rsidR="00214B54" w:rsidRPr="00412121">
        <w:rPr>
          <w:rFonts w:cs="Arial"/>
          <w:bCs/>
          <w:szCs w:val="20"/>
        </w:rPr>
        <w:t xml:space="preserve"> </w:t>
      </w:r>
      <w:proofErr w:type="spellStart"/>
      <w:r w:rsidR="00214B54" w:rsidRPr="00412121">
        <w:rPr>
          <w:rFonts w:cs="Arial"/>
          <w:bCs/>
          <w:szCs w:val="20"/>
        </w:rPr>
        <w:t>adductée</w:t>
      </w:r>
      <w:proofErr w:type="spellEnd"/>
      <w:r w:rsidR="00214B54" w:rsidRPr="00412121">
        <w:rPr>
          <w:rFonts w:cs="Arial"/>
          <w:bCs/>
          <w:szCs w:val="20"/>
        </w:rPr>
        <w:t xml:space="preserve"> ou raccordée</w:t>
      </w:r>
      <w:r w:rsidR="00C45000" w:rsidRPr="00412121">
        <w:rPr>
          <w:rFonts w:cs="Arial"/>
          <w:bCs/>
          <w:szCs w:val="20"/>
        </w:rPr>
        <w:t xml:space="preserve"> *</w:t>
      </w:r>
    </w:p>
    <w:p w14:paraId="2CA794E5" w14:textId="77777777" w:rsidR="00214B54" w:rsidRPr="00412121" w:rsidRDefault="00214B54" w:rsidP="00214B54">
      <w:pPr>
        <w:numPr>
          <w:ilvl w:val="0"/>
          <w:numId w:val="74"/>
        </w:numPr>
        <w:spacing w:after="120"/>
        <w:jc w:val="both"/>
        <w:rPr>
          <w:rFonts w:cs="Arial"/>
          <w:bCs/>
          <w:szCs w:val="20"/>
        </w:rPr>
      </w:pPr>
      <w:r w:rsidRPr="00412121">
        <w:rPr>
          <w:rFonts w:cs="Arial"/>
          <w:bCs/>
          <w:szCs w:val="20"/>
        </w:rPr>
        <w:t>qui nécessite la pose d’un câble dédié client</w:t>
      </w:r>
    </w:p>
    <w:p w14:paraId="2CA794E6" w14:textId="77777777" w:rsidR="00185126" w:rsidRPr="00412121" w:rsidRDefault="00BF2B2E" w:rsidP="00344D0B">
      <w:pPr>
        <w:pStyle w:val="Style4"/>
        <w:numPr>
          <w:ilvl w:val="0"/>
          <w:numId w:val="0"/>
        </w:numPr>
        <w:spacing w:before="120" w:after="0"/>
        <w:ind w:left="708"/>
        <w:rPr>
          <w:rFonts w:ascii="Helvetica 55 Roman" w:hAnsi="Helvetica 55 Roman" w:cs="Helvetica55Roman"/>
        </w:rPr>
      </w:pPr>
      <w:r w:rsidRPr="00412121">
        <w:rPr>
          <w:rFonts w:ascii="Helvetica 55 Roman" w:hAnsi="Helvetica 55 Roman" w:cs="Helvetica55Roman"/>
        </w:rPr>
        <w:t>et dont l'éloignement du plus proche point</w:t>
      </w:r>
      <w:r w:rsidR="00214B54" w:rsidRPr="00412121">
        <w:rPr>
          <w:rFonts w:ascii="Helvetica 55 Roman" w:hAnsi="Helvetica 55 Roman" w:cs="Helvetica55Roman"/>
        </w:rPr>
        <w:t xml:space="preserve"> </w:t>
      </w:r>
      <w:r w:rsidRPr="00412121">
        <w:rPr>
          <w:rFonts w:ascii="Helvetica 55 Roman" w:hAnsi="Helvetica 55 Roman" w:cs="Helvetica55Roman"/>
        </w:rPr>
        <w:t xml:space="preserve">physique d'accès au réseau </w:t>
      </w:r>
      <w:r w:rsidR="00AF6208" w:rsidRPr="00412121">
        <w:rPr>
          <w:rFonts w:ascii="Helvetica 55 Roman" w:hAnsi="Helvetica 55 Roman" w:cs="Helvetica55Roman"/>
        </w:rPr>
        <w:t xml:space="preserve">de </w:t>
      </w:r>
      <w:r w:rsidR="007002F7" w:rsidRPr="00412121">
        <w:rPr>
          <w:rFonts w:ascii="Helvetica 55 Roman" w:hAnsi="Helvetica 55 Roman" w:cs="Helvetica55Roman"/>
        </w:rPr>
        <w:t>RIP FTTX</w:t>
      </w:r>
      <w:r w:rsidR="00AF6208" w:rsidRPr="00412121">
        <w:rPr>
          <w:rFonts w:ascii="Helvetica 55 Roman" w:hAnsi="Helvetica 55 Roman" w:cs="Helvetica55Roman"/>
        </w:rPr>
        <w:t xml:space="preserve"> </w:t>
      </w:r>
      <w:r w:rsidRPr="00412121">
        <w:rPr>
          <w:rFonts w:ascii="Helvetica 55 Roman" w:hAnsi="Helvetica 55 Roman" w:cs="Helvetica55Roman"/>
        </w:rPr>
        <w:t>(</w:t>
      </w:r>
      <w:r w:rsidR="0039057F" w:rsidRPr="00412121">
        <w:rPr>
          <w:rFonts w:ascii="Helvetica 55 Roman" w:hAnsi="Helvetica 55 Roman" w:cs="Helvetica55Roman"/>
        </w:rPr>
        <w:t>par ex : Sous Répartiteur ou Bandeau de Dérivation Optique</w:t>
      </w:r>
      <w:r w:rsidRPr="00412121">
        <w:rPr>
          <w:rFonts w:ascii="Helvetica 55 Roman" w:hAnsi="Helvetica 55 Roman" w:cs="Helvetica55Roman"/>
        </w:rPr>
        <w:t xml:space="preserve">) est </w:t>
      </w:r>
    </w:p>
    <w:p w14:paraId="2CA794E7" w14:textId="77777777" w:rsidR="00185126" w:rsidRPr="00412121" w:rsidRDefault="00185126" w:rsidP="00214B54">
      <w:pPr>
        <w:autoSpaceDE w:val="0"/>
        <w:autoSpaceDN w:val="0"/>
        <w:adjustRightInd w:val="0"/>
        <w:ind w:left="708" w:firstLine="708"/>
        <w:jc w:val="both"/>
        <w:rPr>
          <w:rFonts w:cs="Helvetica55Roman"/>
          <w:szCs w:val="20"/>
        </w:rPr>
      </w:pPr>
      <w:r w:rsidRPr="00412121">
        <w:rPr>
          <w:rFonts w:cs="Helvetica55Roman"/>
          <w:szCs w:val="20"/>
        </w:rPr>
        <w:t xml:space="preserve">soit </w:t>
      </w:r>
      <w:r w:rsidR="00BF2B2E" w:rsidRPr="00412121">
        <w:rPr>
          <w:rFonts w:cs="Helvetica55Roman"/>
          <w:szCs w:val="20"/>
        </w:rPr>
        <w:t>supérieur à 600 mètres à vol d'oiseau</w:t>
      </w:r>
    </w:p>
    <w:p w14:paraId="2CA794E8" w14:textId="77777777" w:rsidR="002B0148" w:rsidRPr="00412121" w:rsidRDefault="00185126" w:rsidP="00214B54">
      <w:pPr>
        <w:autoSpaceDE w:val="0"/>
        <w:autoSpaceDN w:val="0"/>
        <w:adjustRightInd w:val="0"/>
        <w:ind w:left="708" w:firstLine="708"/>
        <w:jc w:val="both"/>
        <w:rPr>
          <w:rFonts w:cs="Arial"/>
        </w:rPr>
      </w:pPr>
      <w:r w:rsidRPr="00412121">
        <w:rPr>
          <w:rFonts w:cs="Helvetica55Roman"/>
          <w:szCs w:val="20"/>
        </w:rPr>
        <w:t xml:space="preserve">soit supérieur </w:t>
      </w:r>
      <w:r w:rsidR="00BF2B2E" w:rsidRPr="00412121">
        <w:rPr>
          <w:rFonts w:cs="Helvetica55Roman"/>
          <w:szCs w:val="20"/>
        </w:rPr>
        <w:t>à 50 mètres en longueur réelle, si les conditions d'environnement imposent l</w:t>
      </w:r>
      <w:r w:rsidRPr="00412121">
        <w:rPr>
          <w:rFonts w:cs="Helvetica55Roman"/>
          <w:szCs w:val="20"/>
        </w:rPr>
        <w:t xml:space="preserve">a création d’un </w:t>
      </w:r>
      <w:r w:rsidR="00BF2B2E" w:rsidRPr="00412121">
        <w:rPr>
          <w:rFonts w:cs="Helvetica55Roman"/>
          <w:szCs w:val="20"/>
        </w:rPr>
        <w:t>passage en souterrain</w:t>
      </w:r>
      <w:r w:rsidRPr="00412121">
        <w:rPr>
          <w:rFonts w:cs="Helvetica55Roman"/>
          <w:szCs w:val="20"/>
        </w:rPr>
        <w:t xml:space="preserve"> sur cette longueur</w:t>
      </w:r>
      <w:r w:rsidR="002562BC" w:rsidRPr="00412121">
        <w:rPr>
          <w:rFonts w:cs="Helvetica55Roman"/>
          <w:szCs w:val="20"/>
        </w:rPr>
        <w:t> ;</w:t>
      </w:r>
    </w:p>
    <w:p w14:paraId="2CA794E9"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obstacles naturels à traverser ou à contourner (accidents de terrain ou cours d'eau par exemple)</w:t>
      </w:r>
      <w:r w:rsidR="002562BC" w:rsidRPr="00412121">
        <w:rPr>
          <w:rFonts w:ascii="Helvetica 55 Roman" w:hAnsi="Helvetica 55 Roman" w:cs="Arial"/>
        </w:rPr>
        <w:t> ;</w:t>
      </w:r>
    </w:p>
    <w:p w14:paraId="2CA794EA"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configurations architecturales spéciales (châteaux, parkings, caves, clochers, phares ou usines par exemples)</w:t>
      </w:r>
      <w:r w:rsidR="002562BC" w:rsidRPr="00412121">
        <w:rPr>
          <w:rFonts w:ascii="Helvetica 55 Roman" w:hAnsi="Helvetica 55 Roman" w:cs="Arial"/>
        </w:rPr>
        <w:t> ;</w:t>
      </w:r>
    </w:p>
    <w:p w14:paraId="2CA794EB" w14:textId="77777777" w:rsidR="00896931" w:rsidRPr="00412121" w:rsidRDefault="002A73E1" w:rsidP="00896931">
      <w:pPr>
        <w:pStyle w:val="Style3"/>
        <w:rPr>
          <w:rFonts w:ascii="Helvetica 55 Roman" w:hAnsi="Helvetica 55 Roman" w:cs="Arial"/>
        </w:rPr>
      </w:pPr>
      <w:r w:rsidRPr="00412121">
        <w:rPr>
          <w:rFonts w:ascii="Helvetica 55 Roman" w:hAnsi="Helvetica 55 Roman" w:cs="Arial"/>
        </w:rPr>
        <w:t>absence de moyens d'accès par la route pour la construction ou la maintenance</w:t>
      </w:r>
      <w:r w:rsidR="002562BC" w:rsidRPr="00412121">
        <w:rPr>
          <w:rFonts w:ascii="Helvetica 55 Roman" w:hAnsi="Helvetica 55 Roman" w:cs="Arial"/>
        </w:rPr>
        <w:t> ;</w:t>
      </w:r>
      <w:r w:rsidR="00896931" w:rsidRPr="00412121">
        <w:rPr>
          <w:rFonts w:ascii="Helvetica 55 Roman" w:hAnsi="Helvetica 55 Roman" w:cs="Arial"/>
        </w:rPr>
        <w:t xml:space="preserve"> </w:t>
      </w:r>
    </w:p>
    <w:p w14:paraId="2CA794EC" w14:textId="77777777" w:rsidR="002A73E1" w:rsidRPr="00412121" w:rsidRDefault="00896931" w:rsidP="00A06B10">
      <w:pPr>
        <w:pStyle w:val="Style3"/>
        <w:rPr>
          <w:rFonts w:ascii="Helvetica 55 Roman" w:hAnsi="Helvetica 55 Roman" w:cs="Arial"/>
        </w:rPr>
      </w:pPr>
      <w:r w:rsidRPr="00412121">
        <w:rPr>
          <w:rFonts w:ascii="Helvetica 55 Roman" w:hAnsi="Helvetica 55 Roman" w:cs="Arial"/>
        </w:rPr>
        <w:t>contraintes environnementales (pas de poteaux, poteaux de couleur spécifiques, impossibilité de pl</w:t>
      </w:r>
      <w:r w:rsidR="002562BC" w:rsidRPr="00412121">
        <w:rPr>
          <w:rFonts w:ascii="Helvetica 55 Roman" w:hAnsi="Helvetica 55 Roman" w:cs="Arial"/>
        </w:rPr>
        <w:t>anter car bas-côté trop étroit).</w:t>
      </w:r>
    </w:p>
    <w:p w14:paraId="2CA794ED" w14:textId="77777777" w:rsidR="002A73E1" w:rsidRPr="00412121" w:rsidRDefault="002A73E1" w:rsidP="002A73E1">
      <w:pPr>
        <w:numPr>
          <w:ilvl w:val="0"/>
          <w:numId w:val="56"/>
        </w:numPr>
        <w:spacing w:before="120"/>
        <w:jc w:val="both"/>
        <w:rPr>
          <w:rFonts w:cs="Arial"/>
        </w:rPr>
      </w:pPr>
      <w:r w:rsidRPr="00412121">
        <w:rPr>
          <w:rFonts w:cs="Arial"/>
        </w:rPr>
        <w:t>Nécessité de mettre en œuvre des moyens spéciaux :</w:t>
      </w:r>
    </w:p>
    <w:p w14:paraId="2CA794EE"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transport aérien (héliportage essentiellement), maritime, fluvial, (utilisation de bateaux) ou terrestre de grande ampleur (utilisation de convois exceptionnels)</w:t>
      </w:r>
      <w:r w:rsidR="002562BC" w:rsidRPr="00412121">
        <w:rPr>
          <w:rFonts w:ascii="Helvetica 55 Roman" w:hAnsi="Helvetica 55 Roman" w:cs="Arial"/>
        </w:rPr>
        <w:t> ;</w:t>
      </w:r>
    </w:p>
    <w:p w14:paraId="2CA794EF"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élargissement de la chaussée, déboisage, assèchement, dynamitage</w:t>
      </w:r>
      <w:r w:rsidR="002562BC" w:rsidRPr="00412121">
        <w:rPr>
          <w:rFonts w:ascii="Helvetica 55 Roman" w:hAnsi="Helvetica 55 Roman" w:cs="Arial"/>
        </w:rPr>
        <w:t> ;</w:t>
      </w:r>
    </w:p>
    <w:p w14:paraId="2CA794F0"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412121">
        <w:rPr>
          <w:rFonts w:ascii="Helvetica 55 Roman" w:hAnsi="Helvetica 55 Roman" w:cs="Arial"/>
        </w:rPr>
        <w:t>desserte de grottes ou de sous-sols profonds (mines par exemple)</w:t>
      </w:r>
      <w:r w:rsidR="002562BC" w:rsidRPr="00412121">
        <w:rPr>
          <w:rFonts w:ascii="Helvetica 55 Roman" w:hAnsi="Helvetica 55 Roman" w:cs="Arial"/>
        </w:rPr>
        <w:t> ;</w:t>
      </w:r>
    </w:p>
    <w:p w14:paraId="2CA794F1"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412121">
        <w:rPr>
          <w:rFonts w:ascii="Helvetica 55 Roman" w:hAnsi="Helvetica 55 Roman" w:cs="Arial"/>
        </w:rPr>
        <w:t xml:space="preserve">démolition d'ouvrage de plus de </w:t>
      </w:r>
      <w:smartTag w:uri="urn:schemas-microsoft-com:office:smarttags" w:element="metricconverter">
        <w:smartTagPr>
          <w:attr w:name="ProductID" w:val="40 cm"/>
        </w:smartTagPr>
        <w:r w:rsidRPr="00412121">
          <w:rPr>
            <w:rFonts w:ascii="Helvetica 55 Roman" w:hAnsi="Helvetica 55 Roman" w:cs="Arial"/>
          </w:rPr>
          <w:t>40 cm</w:t>
        </w:r>
      </w:smartTag>
      <w:r w:rsidRPr="00412121">
        <w:rPr>
          <w:rFonts w:ascii="Helvetica 55 Roman" w:hAnsi="Helvetica 55 Roman" w:cs="Arial"/>
        </w:rPr>
        <w:t xml:space="preserve"> d'épaisseur, ou de plus de </w:t>
      </w:r>
      <w:smartTag w:uri="urn:schemas-microsoft-com:office:smarttags" w:element="metricconverter">
        <w:smartTagPr>
          <w:attr w:name="ProductID" w:val="15 cm"/>
        </w:smartTagPr>
        <w:r w:rsidRPr="00412121">
          <w:rPr>
            <w:rFonts w:ascii="Helvetica 55 Roman" w:hAnsi="Helvetica 55 Roman" w:cs="Arial"/>
          </w:rPr>
          <w:t>15 cm</w:t>
        </w:r>
      </w:smartTag>
      <w:r w:rsidRPr="00412121">
        <w:rPr>
          <w:rFonts w:ascii="Helvetica 55 Roman" w:hAnsi="Helvetica 55 Roman" w:cs="Arial"/>
        </w:rPr>
        <w:t xml:space="preserve"> dans le cas d'un ouvrage en béton</w:t>
      </w:r>
      <w:r w:rsidR="002562BC" w:rsidRPr="00412121">
        <w:rPr>
          <w:rFonts w:ascii="Helvetica 55 Roman" w:hAnsi="Helvetica 55 Roman" w:cs="Arial"/>
        </w:rPr>
        <w:t> ;</w:t>
      </w:r>
    </w:p>
    <w:p w14:paraId="2CA794F2" w14:textId="77777777" w:rsidR="00A06B10" w:rsidRPr="00412121" w:rsidRDefault="002A73E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412121">
        <w:rPr>
          <w:rFonts w:ascii="Helvetica 55 Roman" w:hAnsi="Helvetica 55 Roman" w:cs="Arial"/>
        </w:rPr>
        <w:t>consolidation ou construction d'ouvrages</w:t>
      </w:r>
      <w:r w:rsidR="002562BC" w:rsidRPr="00412121">
        <w:rPr>
          <w:rFonts w:ascii="Helvetica 55 Roman" w:hAnsi="Helvetica 55 Roman" w:cs="Arial"/>
        </w:rPr>
        <w:t> ;</w:t>
      </w:r>
    </w:p>
    <w:p w14:paraId="2CA794F3" w14:textId="77777777" w:rsidR="00896931" w:rsidRPr="00412121" w:rsidRDefault="0089693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412121">
        <w:rPr>
          <w:rFonts w:ascii="Helvetica 55 Roman" w:hAnsi="Helvetica 55 Roman" w:cs="Arial"/>
        </w:rPr>
        <w:t xml:space="preserve">règlements locaux des gestionnaires de voiries imposant d’établir la ligne du client dans des conditions techniques autres que celles fixées par </w:t>
      </w:r>
      <w:r w:rsidR="007002F7" w:rsidRPr="00412121">
        <w:rPr>
          <w:rFonts w:ascii="Helvetica 55 Roman" w:hAnsi="Helvetica 55 Roman" w:cs="Arial"/>
        </w:rPr>
        <w:t>RIP FTTX</w:t>
      </w:r>
      <w:r w:rsidRPr="00412121">
        <w:rPr>
          <w:rFonts w:ascii="Helvetica 55 Roman" w:hAnsi="Helvetica 55 Roman" w:cs="Arial"/>
        </w:rPr>
        <w:t>.</w:t>
      </w:r>
    </w:p>
    <w:p w14:paraId="2CA794F4" w14:textId="77777777" w:rsidR="002A73E1" w:rsidRPr="00412121" w:rsidRDefault="002A73E1" w:rsidP="00A06B10">
      <w:pPr>
        <w:pStyle w:val="Style4"/>
        <w:numPr>
          <w:ilvl w:val="0"/>
          <w:numId w:val="0"/>
        </w:numPr>
        <w:spacing w:before="120" w:after="0"/>
        <w:ind w:left="357"/>
        <w:rPr>
          <w:rFonts w:ascii="Helvetica 55 Roman" w:hAnsi="Helvetica 55 Roman" w:cs="Arial"/>
        </w:rPr>
      </w:pPr>
    </w:p>
    <w:p w14:paraId="2CA794F5" w14:textId="77777777" w:rsidR="006B35F9" w:rsidRPr="00412121" w:rsidRDefault="006B35F9" w:rsidP="0039057F">
      <w:pPr>
        <w:autoSpaceDE w:val="0"/>
        <w:autoSpaceDN w:val="0"/>
        <w:adjustRightInd w:val="0"/>
        <w:rPr>
          <w:rFonts w:cs="Helvetica55Roman"/>
          <w:szCs w:val="20"/>
        </w:rPr>
      </w:pPr>
      <w:bookmarkStart w:id="8" w:name="_Toc246902764"/>
      <w:bookmarkEnd w:id="4"/>
      <w:bookmarkEnd w:id="5"/>
      <w:bookmarkEnd w:id="6"/>
      <w:bookmarkEnd w:id="7"/>
      <w:bookmarkEnd w:id="8"/>
      <w:r w:rsidRPr="00412121">
        <w:rPr>
          <w:rFonts w:cs="Helvetica55Roman"/>
          <w:szCs w:val="20"/>
        </w:rPr>
        <w:t xml:space="preserve">Montant à partir duquel les frais engagés par </w:t>
      </w:r>
      <w:r w:rsidR="007002F7" w:rsidRPr="00412121">
        <w:rPr>
          <w:rFonts w:cs="Helvetica55Roman"/>
          <w:szCs w:val="20"/>
        </w:rPr>
        <w:t>RIP FTTX</w:t>
      </w:r>
      <w:r w:rsidR="00AF6208" w:rsidRPr="00412121">
        <w:rPr>
          <w:rFonts w:cs="Helvetica55Roman"/>
          <w:szCs w:val="20"/>
        </w:rPr>
        <w:t xml:space="preserve"> </w:t>
      </w:r>
      <w:r w:rsidRPr="00412121">
        <w:rPr>
          <w:rFonts w:cs="Helvetica55Roman"/>
          <w:szCs w:val="20"/>
        </w:rPr>
        <w:t xml:space="preserve">sont à la charge de l’Opérateur, après acceptation d’un devis présenté par </w:t>
      </w:r>
      <w:r w:rsidR="007002F7" w:rsidRPr="00412121">
        <w:rPr>
          <w:rFonts w:cs="Helvetica55Roman"/>
          <w:szCs w:val="20"/>
        </w:rPr>
        <w:t>RIP FTTX</w:t>
      </w:r>
      <w:r w:rsidR="00AF6208" w:rsidRPr="00412121">
        <w:rPr>
          <w:rFonts w:cs="Helvetica55Roman"/>
          <w:szCs w:val="20"/>
        </w:rPr>
        <w:t xml:space="preserve"> </w:t>
      </w:r>
      <w:r w:rsidRPr="00412121">
        <w:rPr>
          <w:rFonts w:cs="Helvetica55Roman"/>
          <w:szCs w:val="20"/>
        </w:rPr>
        <w:t xml:space="preserve">: le seuil est fixé à </w:t>
      </w:r>
      <w:r w:rsidR="002562BC" w:rsidRPr="00412121">
        <w:rPr>
          <w:rFonts w:cs="Helvetica55Roman"/>
          <w:szCs w:val="20"/>
        </w:rPr>
        <w:t>3</w:t>
      </w:r>
      <w:r w:rsidR="00E24CCE" w:rsidRPr="00412121">
        <w:rPr>
          <w:rFonts w:cs="Helvetica55Roman"/>
          <w:szCs w:val="20"/>
        </w:rPr>
        <w:t>20</w:t>
      </w:r>
      <w:r w:rsidR="00144B90" w:rsidRPr="00412121">
        <w:rPr>
          <w:rFonts w:cs="Helvetica55Roman"/>
          <w:szCs w:val="20"/>
        </w:rPr>
        <w:t>0</w:t>
      </w:r>
      <w:r w:rsidRPr="00412121">
        <w:rPr>
          <w:rFonts w:cs="Helvetica55Roman"/>
          <w:szCs w:val="20"/>
        </w:rPr>
        <w:t xml:space="preserve"> € HT.</w:t>
      </w:r>
    </w:p>
    <w:p w14:paraId="2CA794F6" w14:textId="77777777" w:rsidR="00896931" w:rsidRPr="00412121" w:rsidRDefault="00896931" w:rsidP="00896931">
      <w:pPr>
        <w:jc w:val="both"/>
      </w:pPr>
    </w:p>
    <w:p w14:paraId="2CA794F7" w14:textId="77777777" w:rsidR="00C45000" w:rsidRPr="00412121" w:rsidRDefault="00C45000" w:rsidP="00896931">
      <w:pPr>
        <w:ind w:left="283"/>
        <w:jc w:val="both"/>
        <w:rPr>
          <w:rFonts w:cs="Arial"/>
        </w:rPr>
      </w:pPr>
      <w:r w:rsidRPr="00412121">
        <w:rPr>
          <w:szCs w:val="20"/>
        </w:rPr>
        <w:t xml:space="preserve">* zone d’activité </w:t>
      </w:r>
      <w:proofErr w:type="spellStart"/>
      <w:r w:rsidRPr="00412121">
        <w:rPr>
          <w:szCs w:val="20"/>
        </w:rPr>
        <w:t>adductée</w:t>
      </w:r>
      <w:proofErr w:type="spellEnd"/>
      <w:r w:rsidRPr="00412121">
        <w:rPr>
          <w:szCs w:val="20"/>
        </w:rPr>
        <w:t xml:space="preserve"> ou raccordée : zone d’activité où au moins un client dispose d’un conduit permettant de faire passer un câble ou un câble aérien entre le point physique d'accès au réseau de RIP FTTX et le site du client final.</w:t>
      </w:r>
    </w:p>
    <w:sectPr w:rsidR="00C45000" w:rsidRPr="00412121" w:rsidSect="00412F1F">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7F5CB" w14:textId="77777777" w:rsidR="00523066" w:rsidRDefault="00523066">
      <w:pPr>
        <w:pStyle w:val="Pieddepage"/>
      </w:pPr>
      <w:r>
        <w:separator/>
      </w:r>
    </w:p>
  </w:endnote>
  <w:endnote w:type="continuationSeparator" w:id="0">
    <w:p w14:paraId="60BC9A08" w14:textId="77777777" w:rsidR="00523066" w:rsidRDefault="00523066">
      <w:pPr>
        <w:pStyle w:val="Pieddepage"/>
      </w:pPr>
      <w:r>
        <w:continuationSeparator/>
      </w:r>
    </w:p>
  </w:endnote>
  <w:endnote w:type="continuationNotice" w:id="1">
    <w:p w14:paraId="21E31CBC" w14:textId="77777777" w:rsidR="00523066" w:rsidRDefault="005230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charset w:val="00"/>
    <w:family w:val="swiss"/>
    <w:pitch w:val="default"/>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75 Bold">
    <w:altName w:val="Arial"/>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794FF" w14:textId="14096CB4" w:rsidR="00FA2716" w:rsidRDefault="00FA2716" w:rsidP="00FA2716">
    <w:pPr>
      <w:pStyle w:val="Pieddepage"/>
      <w:ind w:right="360"/>
      <w:jc w:val="right"/>
      <w:rPr>
        <w:sz w:val="16"/>
        <w:szCs w:val="16"/>
      </w:rPr>
    </w:pPr>
    <w:r w:rsidRPr="00310601">
      <w:rPr>
        <w:sz w:val="16"/>
        <w:szCs w:val="16"/>
      </w:rPr>
      <w:t>FTTE passif</w:t>
    </w:r>
    <w:r w:rsidR="00FC3DDC">
      <w:rPr>
        <w:sz w:val="16"/>
        <w:szCs w:val="16"/>
      </w:rPr>
      <w:t xml:space="preserve"> PM</w:t>
    </w:r>
  </w:p>
  <w:p w14:paraId="2CA79500" w14:textId="77777777" w:rsidR="007E7DD7" w:rsidRDefault="007E7DD7" w:rsidP="00FA2716">
    <w:pPr>
      <w:pStyle w:val="Pieddepage"/>
      <w:ind w:right="360"/>
      <w:jc w:val="right"/>
      <w:rPr>
        <w:sz w:val="16"/>
        <w:szCs w:val="16"/>
      </w:rPr>
    </w:pPr>
    <w:r w:rsidRPr="007E7DD7">
      <w:rPr>
        <w:sz w:val="16"/>
        <w:szCs w:val="16"/>
      </w:rPr>
      <w:t>V2.1</w:t>
    </w:r>
  </w:p>
  <w:p w14:paraId="2CA79501" w14:textId="77777777" w:rsidR="00987F69" w:rsidRPr="00FA2716" w:rsidRDefault="00FA2716" w:rsidP="00FA2716">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7A34D2">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7A34D2">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79503" w14:textId="7B15334D" w:rsidR="00FA2716" w:rsidRDefault="00FA2716" w:rsidP="00FA2716">
    <w:pPr>
      <w:pStyle w:val="Pieddepage"/>
      <w:ind w:right="360"/>
      <w:jc w:val="right"/>
      <w:rPr>
        <w:sz w:val="16"/>
        <w:szCs w:val="16"/>
      </w:rPr>
    </w:pPr>
    <w:r w:rsidRPr="00310601">
      <w:rPr>
        <w:sz w:val="16"/>
        <w:szCs w:val="16"/>
      </w:rPr>
      <w:t>FTTE passif</w:t>
    </w:r>
    <w:r w:rsidR="00FC3DDC">
      <w:rPr>
        <w:sz w:val="16"/>
        <w:szCs w:val="16"/>
      </w:rPr>
      <w:t xml:space="preserve"> PM</w:t>
    </w:r>
  </w:p>
  <w:p w14:paraId="2CA79504" w14:textId="7486310D" w:rsidR="00987F69" w:rsidRDefault="007E7DD7" w:rsidP="007E7DD7">
    <w:pPr>
      <w:pStyle w:val="Pieddepage"/>
      <w:ind w:right="360"/>
      <w:jc w:val="right"/>
      <w:rPr>
        <w:sz w:val="16"/>
        <w:szCs w:val="16"/>
      </w:rPr>
    </w:pPr>
    <w:r w:rsidRPr="007E7DD7">
      <w:rPr>
        <w:sz w:val="16"/>
        <w:szCs w:val="16"/>
      </w:rPr>
      <w:t>V</w:t>
    </w:r>
    <w:r w:rsidR="00A03E96">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2CE32" w14:textId="77777777" w:rsidR="00523066" w:rsidRDefault="00523066">
      <w:pPr>
        <w:pStyle w:val="Pieddepage"/>
      </w:pPr>
      <w:r>
        <w:separator/>
      </w:r>
    </w:p>
  </w:footnote>
  <w:footnote w:type="continuationSeparator" w:id="0">
    <w:p w14:paraId="5167C816" w14:textId="77777777" w:rsidR="00523066" w:rsidRDefault="00523066">
      <w:pPr>
        <w:pStyle w:val="Pieddepage"/>
      </w:pPr>
      <w:r>
        <w:continuationSeparator/>
      </w:r>
    </w:p>
  </w:footnote>
  <w:footnote w:type="continuationNotice" w:id="1">
    <w:p w14:paraId="1A0D6F20" w14:textId="77777777" w:rsidR="00523066" w:rsidRDefault="0052306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FD1A7D46">
      <w:start w:val="1"/>
      <w:numFmt w:val="bullet"/>
      <w:pStyle w:val="Textenum2"/>
      <w:lvlText w:val="o"/>
      <w:lvlJc w:val="left"/>
      <w:pPr>
        <w:tabs>
          <w:tab w:val="num" w:pos="720"/>
        </w:tabs>
        <w:ind w:left="720" w:hanging="360"/>
      </w:pPr>
      <w:rPr>
        <w:rFonts w:ascii="Courier New" w:hAnsi="Courier New" w:cs="Courier New" w:hint="default"/>
      </w:rPr>
    </w:lvl>
    <w:lvl w:ilvl="1" w:tplc="684EF96E">
      <w:start w:val="1"/>
      <w:numFmt w:val="bullet"/>
      <w:lvlText w:val="o"/>
      <w:lvlJc w:val="left"/>
      <w:pPr>
        <w:tabs>
          <w:tab w:val="num" w:pos="1440"/>
        </w:tabs>
        <w:ind w:left="1440" w:hanging="360"/>
      </w:pPr>
      <w:rPr>
        <w:rFonts w:ascii="Courier New" w:hAnsi="Courier New" w:cs="Courier New" w:hint="default"/>
      </w:rPr>
    </w:lvl>
    <w:lvl w:ilvl="2" w:tplc="99EC681E">
      <w:start w:val="1"/>
      <w:numFmt w:val="bullet"/>
      <w:lvlText w:val=""/>
      <w:lvlJc w:val="left"/>
      <w:pPr>
        <w:tabs>
          <w:tab w:val="num" w:pos="2160"/>
        </w:tabs>
        <w:ind w:left="2160" w:hanging="360"/>
      </w:pPr>
      <w:rPr>
        <w:rFonts w:ascii="Wingdings" w:hAnsi="Wingdings" w:hint="default"/>
      </w:rPr>
    </w:lvl>
    <w:lvl w:ilvl="3" w:tplc="E50EC9D4" w:tentative="1">
      <w:start w:val="1"/>
      <w:numFmt w:val="bullet"/>
      <w:lvlText w:val=""/>
      <w:lvlJc w:val="left"/>
      <w:pPr>
        <w:tabs>
          <w:tab w:val="num" w:pos="2880"/>
        </w:tabs>
        <w:ind w:left="2880" w:hanging="360"/>
      </w:pPr>
      <w:rPr>
        <w:rFonts w:ascii="Symbol" w:hAnsi="Symbol" w:hint="default"/>
      </w:rPr>
    </w:lvl>
    <w:lvl w:ilvl="4" w:tplc="63D0B002" w:tentative="1">
      <w:start w:val="1"/>
      <w:numFmt w:val="bullet"/>
      <w:lvlText w:val="o"/>
      <w:lvlJc w:val="left"/>
      <w:pPr>
        <w:tabs>
          <w:tab w:val="num" w:pos="3600"/>
        </w:tabs>
        <w:ind w:left="3600" w:hanging="360"/>
      </w:pPr>
      <w:rPr>
        <w:rFonts w:ascii="Courier New" w:hAnsi="Courier New" w:cs="Courier New" w:hint="default"/>
      </w:rPr>
    </w:lvl>
    <w:lvl w:ilvl="5" w:tplc="AA32B898" w:tentative="1">
      <w:start w:val="1"/>
      <w:numFmt w:val="bullet"/>
      <w:lvlText w:val=""/>
      <w:lvlJc w:val="left"/>
      <w:pPr>
        <w:tabs>
          <w:tab w:val="num" w:pos="4320"/>
        </w:tabs>
        <w:ind w:left="4320" w:hanging="360"/>
      </w:pPr>
      <w:rPr>
        <w:rFonts w:ascii="Wingdings" w:hAnsi="Wingdings" w:hint="default"/>
      </w:rPr>
    </w:lvl>
    <w:lvl w:ilvl="6" w:tplc="349812C0" w:tentative="1">
      <w:start w:val="1"/>
      <w:numFmt w:val="bullet"/>
      <w:lvlText w:val=""/>
      <w:lvlJc w:val="left"/>
      <w:pPr>
        <w:tabs>
          <w:tab w:val="num" w:pos="5040"/>
        </w:tabs>
        <w:ind w:left="5040" w:hanging="360"/>
      </w:pPr>
      <w:rPr>
        <w:rFonts w:ascii="Symbol" w:hAnsi="Symbol" w:hint="default"/>
      </w:rPr>
    </w:lvl>
    <w:lvl w:ilvl="7" w:tplc="D1A40FB6" w:tentative="1">
      <w:start w:val="1"/>
      <w:numFmt w:val="bullet"/>
      <w:lvlText w:val="o"/>
      <w:lvlJc w:val="left"/>
      <w:pPr>
        <w:tabs>
          <w:tab w:val="num" w:pos="5760"/>
        </w:tabs>
        <w:ind w:left="5760" w:hanging="360"/>
      </w:pPr>
      <w:rPr>
        <w:rFonts w:ascii="Courier New" w:hAnsi="Courier New" w:cs="Courier New" w:hint="default"/>
      </w:rPr>
    </w:lvl>
    <w:lvl w:ilvl="8" w:tplc="1400B12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2A8ED260">
      <w:start w:val="1"/>
      <w:numFmt w:val="bullet"/>
      <w:pStyle w:val="Texte-retrait1"/>
      <w:lvlText w:val=""/>
      <w:lvlJc w:val="left"/>
      <w:pPr>
        <w:tabs>
          <w:tab w:val="num" w:pos="1071"/>
        </w:tabs>
        <w:ind w:left="1431" w:hanging="360"/>
      </w:pPr>
      <w:rPr>
        <w:rFonts w:ascii="Symbol" w:hAnsi="Symbol" w:hint="default"/>
      </w:rPr>
    </w:lvl>
    <w:lvl w:ilvl="1" w:tplc="60B21F20">
      <w:start w:val="1"/>
      <w:numFmt w:val="bullet"/>
      <w:lvlText w:val="o"/>
      <w:lvlJc w:val="left"/>
      <w:pPr>
        <w:tabs>
          <w:tab w:val="num" w:pos="2511"/>
        </w:tabs>
        <w:ind w:left="2511" w:hanging="360"/>
      </w:pPr>
      <w:rPr>
        <w:rFonts w:ascii="Courier New" w:hAnsi="Courier New" w:cs="Courier New" w:hint="default"/>
      </w:rPr>
    </w:lvl>
    <w:lvl w:ilvl="2" w:tplc="66C04D6C" w:tentative="1">
      <w:start w:val="1"/>
      <w:numFmt w:val="bullet"/>
      <w:lvlText w:val=""/>
      <w:lvlJc w:val="left"/>
      <w:pPr>
        <w:tabs>
          <w:tab w:val="num" w:pos="3231"/>
        </w:tabs>
        <w:ind w:left="3231" w:hanging="360"/>
      </w:pPr>
      <w:rPr>
        <w:rFonts w:ascii="Wingdings" w:hAnsi="Wingdings" w:hint="default"/>
      </w:rPr>
    </w:lvl>
    <w:lvl w:ilvl="3" w:tplc="9880D010" w:tentative="1">
      <w:start w:val="1"/>
      <w:numFmt w:val="bullet"/>
      <w:lvlText w:val=""/>
      <w:lvlJc w:val="left"/>
      <w:pPr>
        <w:tabs>
          <w:tab w:val="num" w:pos="3951"/>
        </w:tabs>
        <w:ind w:left="3951" w:hanging="360"/>
      </w:pPr>
      <w:rPr>
        <w:rFonts w:ascii="Symbol" w:hAnsi="Symbol" w:hint="default"/>
      </w:rPr>
    </w:lvl>
    <w:lvl w:ilvl="4" w:tplc="A2702A86" w:tentative="1">
      <w:start w:val="1"/>
      <w:numFmt w:val="bullet"/>
      <w:lvlText w:val="o"/>
      <w:lvlJc w:val="left"/>
      <w:pPr>
        <w:tabs>
          <w:tab w:val="num" w:pos="4671"/>
        </w:tabs>
        <w:ind w:left="4671" w:hanging="360"/>
      </w:pPr>
      <w:rPr>
        <w:rFonts w:ascii="Courier New" w:hAnsi="Courier New" w:cs="Courier New" w:hint="default"/>
      </w:rPr>
    </w:lvl>
    <w:lvl w:ilvl="5" w:tplc="B8D433B2" w:tentative="1">
      <w:start w:val="1"/>
      <w:numFmt w:val="bullet"/>
      <w:lvlText w:val=""/>
      <w:lvlJc w:val="left"/>
      <w:pPr>
        <w:tabs>
          <w:tab w:val="num" w:pos="5391"/>
        </w:tabs>
        <w:ind w:left="5391" w:hanging="360"/>
      </w:pPr>
      <w:rPr>
        <w:rFonts w:ascii="Wingdings" w:hAnsi="Wingdings" w:hint="default"/>
      </w:rPr>
    </w:lvl>
    <w:lvl w:ilvl="6" w:tplc="AF166598" w:tentative="1">
      <w:start w:val="1"/>
      <w:numFmt w:val="bullet"/>
      <w:lvlText w:val=""/>
      <w:lvlJc w:val="left"/>
      <w:pPr>
        <w:tabs>
          <w:tab w:val="num" w:pos="6111"/>
        </w:tabs>
        <w:ind w:left="6111" w:hanging="360"/>
      </w:pPr>
      <w:rPr>
        <w:rFonts w:ascii="Symbol" w:hAnsi="Symbol" w:hint="default"/>
      </w:rPr>
    </w:lvl>
    <w:lvl w:ilvl="7" w:tplc="CE9271FA" w:tentative="1">
      <w:start w:val="1"/>
      <w:numFmt w:val="bullet"/>
      <w:lvlText w:val="o"/>
      <w:lvlJc w:val="left"/>
      <w:pPr>
        <w:tabs>
          <w:tab w:val="num" w:pos="6831"/>
        </w:tabs>
        <w:ind w:left="6831" w:hanging="360"/>
      </w:pPr>
      <w:rPr>
        <w:rFonts w:ascii="Courier New" w:hAnsi="Courier New" w:cs="Courier New" w:hint="default"/>
      </w:rPr>
    </w:lvl>
    <w:lvl w:ilvl="8" w:tplc="FA6EE8CE"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8110DFC6">
      <w:start w:val="1"/>
      <w:numFmt w:val="bullet"/>
      <w:pStyle w:val="Texte-retrait1fin"/>
      <w:lvlText w:val="o"/>
      <w:lvlJc w:val="left"/>
      <w:pPr>
        <w:tabs>
          <w:tab w:val="num" w:pos="720"/>
        </w:tabs>
        <w:ind w:left="720" w:hanging="360"/>
      </w:pPr>
      <w:rPr>
        <w:rFonts w:ascii="Courier New" w:hAnsi="Courier New" w:hint="default"/>
      </w:rPr>
    </w:lvl>
    <w:lvl w:ilvl="1" w:tplc="72DA8BFA" w:tentative="1">
      <w:start w:val="1"/>
      <w:numFmt w:val="bullet"/>
      <w:lvlText w:val="o"/>
      <w:lvlJc w:val="left"/>
      <w:pPr>
        <w:tabs>
          <w:tab w:val="num" w:pos="1440"/>
        </w:tabs>
        <w:ind w:left="1440" w:hanging="360"/>
      </w:pPr>
      <w:rPr>
        <w:rFonts w:ascii="Courier New" w:hAnsi="Courier New" w:hint="default"/>
      </w:rPr>
    </w:lvl>
    <w:lvl w:ilvl="2" w:tplc="854E6476" w:tentative="1">
      <w:start w:val="1"/>
      <w:numFmt w:val="bullet"/>
      <w:lvlText w:val=""/>
      <w:lvlJc w:val="left"/>
      <w:pPr>
        <w:tabs>
          <w:tab w:val="num" w:pos="2160"/>
        </w:tabs>
        <w:ind w:left="2160" w:hanging="360"/>
      </w:pPr>
      <w:rPr>
        <w:rFonts w:ascii="Wingdings" w:hAnsi="Wingdings" w:hint="default"/>
      </w:rPr>
    </w:lvl>
    <w:lvl w:ilvl="3" w:tplc="67F6C31A" w:tentative="1">
      <w:start w:val="1"/>
      <w:numFmt w:val="bullet"/>
      <w:lvlText w:val=""/>
      <w:lvlJc w:val="left"/>
      <w:pPr>
        <w:tabs>
          <w:tab w:val="num" w:pos="2880"/>
        </w:tabs>
        <w:ind w:left="2880" w:hanging="360"/>
      </w:pPr>
      <w:rPr>
        <w:rFonts w:ascii="Symbol" w:hAnsi="Symbol" w:hint="default"/>
      </w:rPr>
    </w:lvl>
    <w:lvl w:ilvl="4" w:tplc="458ED1F0" w:tentative="1">
      <w:start w:val="1"/>
      <w:numFmt w:val="bullet"/>
      <w:lvlText w:val="o"/>
      <w:lvlJc w:val="left"/>
      <w:pPr>
        <w:tabs>
          <w:tab w:val="num" w:pos="3600"/>
        </w:tabs>
        <w:ind w:left="3600" w:hanging="360"/>
      </w:pPr>
      <w:rPr>
        <w:rFonts w:ascii="Courier New" w:hAnsi="Courier New" w:hint="default"/>
      </w:rPr>
    </w:lvl>
    <w:lvl w:ilvl="5" w:tplc="68E6D3C4" w:tentative="1">
      <w:start w:val="1"/>
      <w:numFmt w:val="bullet"/>
      <w:lvlText w:val=""/>
      <w:lvlJc w:val="left"/>
      <w:pPr>
        <w:tabs>
          <w:tab w:val="num" w:pos="4320"/>
        </w:tabs>
        <w:ind w:left="4320" w:hanging="360"/>
      </w:pPr>
      <w:rPr>
        <w:rFonts w:ascii="Wingdings" w:hAnsi="Wingdings" w:hint="default"/>
      </w:rPr>
    </w:lvl>
    <w:lvl w:ilvl="6" w:tplc="81CC0208" w:tentative="1">
      <w:start w:val="1"/>
      <w:numFmt w:val="bullet"/>
      <w:lvlText w:val=""/>
      <w:lvlJc w:val="left"/>
      <w:pPr>
        <w:tabs>
          <w:tab w:val="num" w:pos="5040"/>
        </w:tabs>
        <w:ind w:left="5040" w:hanging="360"/>
      </w:pPr>
      <w:rPr>
        <w:rFonts w:ascii="Symbol" w:hAnsi="Symbol" w:hint="default"/>
      </w:rPr>
    </w:lvl>
    <w:lvl w:ilvl="7" w:tplc="69B23F2E" w:tentative="1">
      <w:start w:val="1"/>
      <w:numFmt w:val="bullet"/>
      <w:lvlText w:val="o"/>
      <w:lvlJc w:val="left"/>
      <w:pPr>
        <w:tabs>
          <w:tab w:val="num" w:pos="5760"/>
        </w:tabs>
        <w:ind w:left="5760" w:hanging="360"/>
      </w:pPr>
      <w:rPr>
        <w:rFonts w:ascii="Courier New" w:hAnsi="Courier New" w:hint="default"/>
      </w:rPr>
    </w:lvl>
    <w:lvl w:ilvl="8" w:tplc="1F3C9734"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728184768">
    <w:abstractNumId w:val="37"/>
  </w:num>
  <w:num w:numId="2" w16cid:durableId="1448964072">
    <w:abstractNumId w:val="25"/>
  </w:num>
  <w:num w:numId="3" w16cid:durableId="595749559">
    <w:abstractNumId w:val="17"/>
  </w:num>
  <w:num w:numId="4" w16cid:durableId="1290475239">
    <w:abstractNumId w:val="50"/>
  </w:num>
  <w:num w:numId="5" w16cid:durableId="634986483">
    <w:abstractNumId w:val="52"/>
  </w:num>
  <w:num w:numId="6" w16cid:durableId="2072459831">
    <w:abstractNumId w:val="46"/>
  </w:num>
  <w:num w:numId="7" w16cid:durableId="1116605518">
    <w:abstractNumId w:val="53"/>
  </w:num>
  <w:num w:numId="8" w16cid:durableId="1301374908">
    <w:abstractNumId w:val="39"/>
  </w:num>
  <w:num w:numId="9" w16cid:durableId="370691692">
    <w:abstractNumId w:val="26"/>
  </w:num>
  <w:num w:numId="10" w16cid:durableId="1330794946">
    <w:abstractNumId w:val="43"/>
  </w:num>
  <w:num w:numId="11" w16cid:durableId="658776054">
    <w:abstractNumId w:val="19"/>
  </w:num>
  <w:num w:numId="12" w16cid:durableId="1770007680">
    <w:abstractNumId w:val="7"/>
  </w:num>
  <w:num w:numId="13" w16cid:durableId="165288994">
    <w:abstractNumId w:val="8"/>
  </w:num>
  <w:num w:numId="14" w16cid:durableId="119761710">
    <w:abstractNumId w:val="3"/>
  </w:num>
  <w:num w:numId="15" w16cid:durableId="2012222614">
    <w:abstractNumId w:val="2"/>
  </w:num>
  <w:num w:numId="16" w16cid:durableId="1761681343">
    <w:abstractNumId w:val="1"/>
  </w:num>
  <w:num w:numId="17" w16cid:durableId="997656335">
    <w:abstractNumId w:val="0"/>
  </w:num>
  <w:num w:numId="18" w16cid:durableId="476263335">
    <w:abstractNumId w:val="6"/>
  </w:num>
  <w:num w:numId="19" w16cid:durableId="432671687">
    <w:abstractNumId w:val="5"/>
  </w:num>
  <w:num w:numId="20" w16cid:durableId="648872892">
    <w:abstractNumId w:val="4"/>
  </w:num>
  <w:num w:numId="21" w16cid:durableId="698242613">
    <w:abstractNumId w:val="15"/>
  </w:num>
  <w:num w:numId="22" w16cid:durableId="711223323">
    <w:abstractNumId w:val="33"/>
  </w:num>
  <w:num w:numId="23" w16cid:durableId="1447888241">
    <w:abstractNumId w:val="61"/>
  </w:num>
  <w:num w:numId="24" w16cid:durableId="1119224015">
    <w:abstractNumId w:val="41"/>
  </w:num>
  <w:num w:numId="25" w16cid:durableId="964967318">
    <w:abstractNumId w:val="24"/>
  </w:num>
  <w:num w:numId="26" w16cid:durableId="732582374">
    <w:abstractNumId w:val="45"/>
  </w:num>
  <w:num w:numId="27" w16cid:durableId="1831601126">
    <w:abstractNumId w:val="14"/>
  </w:num>
  <w:num w:numId="28" w16cid:durableId="212279967">
    <w:abstractNumId w:val="34"/>
  </w:num>
  <w:num w:numId="29" w16cid:durableId="829905000">
    <w:abstractNumId w:val="36"/>
  </w:num>
  <w:num w:numId="30" w16cid:durableId="1802964771">
    <w:abstractNumId w:val="60"/>
  </w:num>
  <w:num w:numId="31" w16cid:durableId="742797253">
    <w:abstractNumId w:val="49"/>
  </w:num>
  <w:num w:numId="32" w16cid:durableId="617874217">
    <w:abstractNumId w:val="13"/>
  </w:num>
  <w:num w:numId="33" w16cid:durableId="894972664">
    <w:abstractNumId w:val="32"/>
  </w:num>
  <w:num w:numId="34" w16cid:durableId="1228955193">
    <w:abstractNumId w:val="40"/>
  </w:num>
  <w:num w:numId="35" w16cid:durableId="1728332186">
    <w:abstractNumId w:val="31"/>
  </w:num>
  <w:num w:numId="36" w16cid:durableId="1903755637">
    <w:abstractNumId w:val="54"/>
  </w:num>
  <w:num w:numId="37" w16cid:durableId="162555487">
    <w:abstractNumId w:val="59"/>
  </w:num>
  <w:num w:numId="38" w16cid:durableId="613288025">
    <w:abstractNumId w:val="16"/>
  </w:num>
  <w:num w:numId="39" w16cid:durableId="752048847">
    <w:abstractNumId w:val="58"/>
  </w:num>
  <w:num w:numId="40" w16cid:durableId="1273396562">
    <w:abstractNumId w:val="11"/>
  </w:num>
  <w:num w:numId="41" w16cid:durableId="105589173">
    <w:abstractNumId w:val="38"/>
  </w:num>
  <w:num w:numId="42" w16cid:durableId="216940601">
    <w:abstractNumId w:val="10"/>
  </w:num>
  <w:num w:numId="43" w16cid:durableId="509952264">
    <w:abstractNumId w:val="29"/>
  </w:num>
  <w:num w:numId="44" w16cid:durableId="519046509">
    <w:abstractNumId w:val="20"/>
  </w:num>
  <w:num w:numId="45" w16cid:durableId="570967150">
    <w:abstractNumId w:val="63"/>
  </w:num>
  <w:num w:numId="46" w16cid:durableId="1765147031">
    <w:abstractNumId w:val="23"/>
  </w:num>
  <w:num w:numId="47" w16cid:durableId="872310730">
    <w:abstractNumId w:val="55"/>
  </w:num>
  <w:num w:numId="48" w16cid:durableId="172574402">
    <w:abstractNumId w:val="28"/>
  </w:num>
  <w:num w:numId="49" w16cid:durableId="1148789341">
    <w:abstractNumId w:val="48"/>
  </w:num>
  <w:num w:numId="50" w16cid:durableId="2365674">
    <w:abstractNumId w:val="22"/>
  </w:num>
  <w:num w:numId="51" w16cid:durableId="1924139695">
    <w:abstractNumId w:val="21"/>
  </w:num>
  <w:num w:numId="52" w16cid:durableId="14153244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97589330">
    <w:abstractNumId w:val="64"/>
  </w:num>
  <w:num w:numId="54" w16cid:durableId="8154881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64574860">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1554580124">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162771716">
    <w:abstractNumId w:val="27"/>
  </w:num>
  <w:num w:numId="58" w16cid:durableId="1001422469">
    <w:abstractNumId w:val="57"/>
  </w:num>
  <w:num w:numId="59" w16cid:durableId="1984430916">
    <w:abstractNumId w:val="30"/>
  </w:num>
  <w:num w:numId="60" w16cid:durableId="1420640494">
    <w:abstractNumId w:val="12"/>
  </w:num>
  <w:num w:numId="61" w16cid:durableId="2922537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6899223">
    <w:abstractNumId w:val="44"/>
  </w:num>
  <w:num w:numId="63" w16cid:durableId="2101634247">
    <w:abstractNumId w:val="51"/>
  </w:num>
  <w:num w:numId="64" w16cid:durableId="1828935190">
    <w:abstractNumId w:val="62"/>
  </w:num>
  <w:num w:numId="65" w16cid:durableId="1939945793">
    <w:abstractNumId w:val="56"/>
  </w:num>
  <w:num w:numId="66" w16cid:durableId="1611012663">
    <w:abstractNumId w:val="35"/>
  </w:num>
  <w:num w:numId="67" w16cid:durableId="392971974">
    <w:abstractNumId w:val="47"/>
  </w:num>
  <w:num w:numId="68" w16cid:durableId="2134903881">
    <w:abstractNumId w:val="37"/>
  </w:num>
  <w:num w:numId="69" w16cid:durableId="3552443">
    <w:abstractNumId w:val="37"/>
  </w:num>
  <w:num w:numId="70" w16cid:durableId="881357561">
    <w:abstractNumId w:val="37"/>
  </w:num>
  <w:num w:numId="71" w16cid:durableId="2123769013">
    <w:abstractNumId w:val="37"/>
  </w:num>
  <w:num w:numId="72" w16cid:durableId="1272277048">
    <w:abstractNumId w:val="18"/>
  </w:num>
  <w:num w:numId="73" w16cid:durableId="836921385">
    <w:abstractNumId w:val="43"/>
  </w:num>
  <w:num w:numId="74" w16cid:durableId="540751171">
    <w:abstractNumId w:val="42"/>
  </w:num>
  <w:num w:numId="75" w16cid:durableId="1581600434">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BA0"/>
    <w:rsid w:val="000A1B85"/>
    <w:rsid w:val="000A31FD"/>
    <w:rsid w:val="000A42A7"/>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4E23"/>
    <w:rsid w:val="001262B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6FD"/>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342A"/>
    <w:rsid w:val="0039565B"/>
    <w:rsid w:val="00395E3A"/>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151"/>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076"/>
    <w:rsid w:val="003F74AD"/>
    <w:rsid w:val="00400AE7"/>
    <w:rsid w:val="00402564"/>
    <w:rsid w:val="0040275B"/>
    <w:rsid w:val="00402F2A"/>
    <w:rsid w:val="0040333C"/>
    <w:rsid w:val="004064C9"/>
    <w:rsid w:val="00407077"/>
    <w:rsid w:val="00410928"/>
    <w:rsid w:val="00410D94"/>
    <w:rsid w:val="00412121"/>
    <w:rsid w:val="00412A3A"/>
    <w:rsid w:val="00412F1F"/>
    <w:rsid w:val="0041319B"/>
    <w:rsid w:val="00420BC2"/>
    <w:rsid w:val="00427427"/>
    <w:rsid w:val="004330D0"/>
    <w:rsid w:val="0043493F"/>
    <w:rsid w:val="00435EB2"/>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40F5"/>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8D7"/>
    <w:rsid w:val="00495AA5"/>
    <w:rsid w:val="0049784B"/>
    <w:rsid w:val="00497BBA"/>
    <w:rsid w:val="004A0753"/>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3066"/>
    <w:rsid w:val="0052451E"/>
    <w:rsid w:val="005246D7"/>
    <w:rsid w:val="0052539C"/>
    <w:rsid w:val="00525999"/>
    <w:rsid w:val="00526B04"/>
    <w:rsid w:val="00530770"/>
    <w:rsid w:val="00532BEC"/>
    <w:rsid w:val="005353AC"/>
    <w:rsid w:val="00535484"/>
    <w:rsid w:val="00536A62"/>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66A50"/>
    <w:rsid w:val="00570592"/>
    <w:rsid w:val="00572A1E"/>
    <w:rsid w:val="00577FD1"/>
    <w:rsid w:val="005814DF"/>
    <w:rsid w:val="00581FA0"/>
    <w:rsid w:val="00582392"/>
    <w:rsid w:val="00584432"/>
    <w:rsid w:val="005849A2"/>
    <w:rsid w:val="005849FE"/>
    <w:rsid w:val="00585E27"/>
    <w:rsid w:val="005875CE"/>
    <w:rsid w:val="00592755"/>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77F29"/>
    <w:rsid w:val="00680DB8"/>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5038F"/>
    <w:rsid w:val="007518B4"/>
    <w:rsid w:val="00752E54"/>
    <w:rsid w:val="00753DF3"/>
    <w:rsid w:val="00760233"/>
    <w:rsid w:val="00761751"/>
    <w:rsid w:val="007708B4"/>
    <w:rsid w:val="00772DB5"/>
    <w:rsid w:val="007731CC"/>
    <w:rsid w:val="007746C4"/>
    <w:rsid w:val="00781130"/>
    <w:rsid w:val="00783388"/>
    <w:rsid w:val="007835C7"/>
    <w:rsid w:val="00784289"/>
    <w:rsid w:val="00784D42"/>
    <w:rsid w:val="00785F1B"/>
    <w:rsid w:val="0079021D"/>
    <w:rsid w:val="00792DD0"/>
    <w:rsid w:val="007951D9"/>
    <w:rsid w:val="0079784D"/>
    <w:rsid w:val="007A1A89"/>
    <w:rsid w:val="007A32F4"/>
    <w:rsid w:val="007A3396"/>
    <w:rsid w:val="007A34D2"/>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E7DD7"/>
    <w:rsid w:val="007F0ABC"/>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E9B"/>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3E96"/>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62D7F"/>
    <w:rsid w:val="00A668E8"/>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3EF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CF5"/>
    <w:rsid w:val="00B03EFA"/>
    <w:rsid w:val="00B047F0"/>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544E"/>
    <w:rsid w:val="00D3597B"/>
    <w:rsid w:val="00D3641D"/>
    <w:rsid w:val="00D40232"/>
    <w:rsid w:val="00D42239"/>
    <w:rsid w:val="00D427F8"/>
    <w:rsid w:val="00D43443"/>
    <w:rsid w:val="00D44C0C"/>
    <w:rsid w:val="00D45535"/>
    <w:rsid w:val="00D50390"/>
    <w:rsid w:val="00D50B12"/>
    <w:rsid w:val="00D51E13"/>
    <w:rsid w:val="00D541E3"/>
    <w:rsid w:val="00D55FA5"/>
    <w:rsid w:val="00D61BA7"/>
    <w:rsid w:val="00D64EFB"/>
    <w:rsid w:val="00D65018"/>
    <w:rsid w:val="00D65773"/>
    <w:rsid w:val="00D65781"/>
    <w:rsid w:val="00D7290F"/>
    <w:rsid w:val="00D736FA"/>
    <w:rsid w:val="00D77F16"/>
    <w:rsid w:val="00D8048A"/>
    <w:rsid w:val="00D828B3"/>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1604"/>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7D8"/>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E64D4"/>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2716"/>
    <w:rsid w:val="00FA3F32"/>
    <w:rsid w:val="00FA4E2C"/>
    <w:rsid w:val="00FA597D"/>
    <w:rsid w:val="00FA613F"/>
    <w:rsid w:val="00FB02C0"/>
    <w:rsid w:val="00FB25CF"/>
    <w:rsid w:val="00FB2CD6"/>
    <w:rsid w:val="00FB4B62"/>
    <w:rsid w:val="00FB4DDF"/>
    <w:rsid w:val="00FB590B"/>
    <w:rsid w:val="00FB5B3E"/>
    <w:rsid w:val="00FC2543"/>
    <w:rsid w:val="00FC3DDC"/>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fill="f" fillcolor="white" stroke="f">
      <v:fill color="white" on="f"/>
      <v:stroke on="f"/>
    </o:shapedefaults>
    <o:shapelayout v:ext="edit">
      <o:idmap v:ext="edit" data="2"/>
    </o:shapelayout>
  </w:shapeDefaults>
  <w:decimalSymbol w:val=","/>
  <w:listSeparator w:val=";"/>
  <w14:docId w14:val="2CA794DB"/>
  <w15:chartTrackingRefBased/>
  <w15:docId w15:val="{5567D4E1-32F6-4331-9E40-C377576F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FA271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C73798-4B5F-4370-BF62-04605C13E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4DB099-3A2F-4CB7-BE01-015745A85EB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F0DE53FF-CC99-430A-BAEE-7A000B1B0BB1}">
  <ds:schemaRefs>
    <ds:schemaRef ds:uri="http://schemas.openxmlformats.org/officeDocument/2006/bibliography"/>
  </ds:schemaRefs>
</ds:datastoreItem>
</file>

<file path=customXml/itemProps4.xml><?xml version="1.0" encoding="utf-8"?>
<ds:datastoreItem xmlns:ds="http://schemas.openxmlformats.org/officeDocument/2006/customXml" ds:itemID="{67995999-49D8-43A5-A3C0-0F74E3BB81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1</Pages>
  <Words>358</Words>
  <Characters>1975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DEC</dc:title>
  <dc:subject>DSL Access</dc:subject>
  <dc:creator>Daniel_Lancelot</dc:creator>
  <cp:keywords/>
  <dc:description>application du nouveau format</dc:description>
  <cp:lastModifiedBy>Patrick CHALUMET</cp:lastModifiedBy>
  <cp:revision>9</cp:revision>
  <cp:lastPrinted>2017-11-21T07:45:00Z</cp:lastPrinted>
  <dcterms:created xsi:type="dcterms:W3CDTF">2021-06-09T07:27:00Z</dcterms:created>
  <dcterms:modified xsi:type="dcterms:W3CDTF">2025-10-02T07:51:00Z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